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A2" w:rsidRPr="008D09C7" w:rsidRDefault="001510A2" w:rsidP="00C273FE">
      <w:pPr>
        <w:pStyle w:val="Title"/>
        <w:rPr>
          <w:b/>
          <w:i/>
        </w:rPr>
      </w:pPr>
      <w:bookmarkStart w:id="0" w:name="_GoBack"/>
      <w:bookmarkEnd w:id="0"/>
      <w:r w:rsidRPr="008D09C7">
        <w:t>Java Tucana</w:t>
      </w:r>
      <w:r w:rsidR="00201154" w:rsidRPr="008D09C7">
        <w:t xml:space="preserve"> Coffee</w:t>
      </w:r>
    </w:p>
    <w:p w:rsidR="001510A2" w:rsidRPr="008D09C7" w:rsidRDefault="001510A2" w:rsidP="008D09C7">
      <w:r w:rsidRPr="008D09C7">
        <w:t xml:space="preserve">Java Tucana carries the best South American coffees our </w:t>
      </w:r>
      <w:r w:rsidR="00166F60" w:rsidRPr="008D09C7">
        <w:t xml:space="preserve">buyers </w:t>
      </w:r>
      <w:r w:rsidRPr="008D09C7">
        <w:t>can find. We also produce our own blends of coffee, including our signature Tucana Roast.</w:t>
      </w:r>
      <w:r w:rsidR="00BE7226" w:rsidRPr="008D09C7">
        <w:t xml:space="preserve"> </w:t>
      </w:r>
      <w:r w:rsidRPr="008D09C7">
        <w:t xml:space="preserve">Here are some of the coffees you can enjoy in our cafés or </w:t>
      </w:r>
      <w:r w:rsidR="00BE7226" w:rsidRPr="008D09C7">
        <w:t>at home</w:t>
      </w:r>
      <w:r w:rsidRPr="008D09C7">
        <w:t>.</w:t>
      </w:r>
    </w:p>
    <w:p w:rsidR="001510A2" w:rsidRPr="008D09C7" w:rsidRDefault="001510A2" w:rsidP="00C273FE">
      <w:pPr>
        <w:pStyle w:val="Heading1"/>
      </w:pPr>
      <w:r w:rsidRPr="008D09C7">
        <w:t xml:space="preserve">Single-region South American coffees </w:t>
      </w:r>
    </w:p>
    <w:p w:rsidR="000E7266" w:rsidRPr="008D09C7" w:rsidRDefault="000E7266" w:rsidP="008D09C7">
      <w:r w:rsidRPr="008D09C7">
        <w:t xml:space="preserve">Coffee has been cultivated in South America since the 1700’s. Most of the plants are of the Arabica variety, but </w:t>
      </w:r>
      <w:r w:rsidR="00F80F7C" w:rsidRPr="008D09C7">
        <w:t xml:space="preserve">regional </w:t>
      </w:r>
      <w:r w:rsidRPr="008D09C7">
        <w:t>differences in climate, elevation, and soil mean a wide range of flavor</w:t>
      </w:r>
      <w:r w:rsidR="001510A2" w:rsidRPr="008D09C7">
        <w:t>, body,</w:t>
      </w:r>
      <w:r w:rsidRPr="008D09C7">
        <w:t xml:space="preserve"> and acidity.</w:t>
      </w:r>
    </w:p>
    <w:p w:rsidR="006A34BA" w:rsidRPr="008D09C7" w:rsidRDefault="001510A2" w:rsidP="00C273FE">
      <w:pPr>
        <w:pStyle w:val="Heading2"/>
        <w:rPr>
          <w:i/>
        </w:rPr>
      </w:pPr>
      <w:r w:rsidRPr="008D09C7">
        <w:t>Brazilian Bourbon Santos</w:t>
      </w:r>
    </w:p>
    <w:p w:rsidR="001510A2" w:rsidRPr="008D09C7" w:rsidRDefault="001510A2" w:rsidP="00052B03">
      <w:pPr>
        <w:pStyle w:val="Productdescription"/>
      </w:pPr>
      <w:r w:rsidRPr="008D09C7">
        <w:t xml:space="preserve">Brazil provides about a third of the world’s coffee, and the best of that coffee is </w:t>
      </w:r>
      <w:r w:rsidR="00355CC5" w:rsidRPr="008D09C7">
        <w:t>Bourbon</w:t>
      </w:r>
      <w:r w:rsidRPr="008D09C7">
        <w:t xml:space="preserve"> Santos. Always a good choice, this coffee is simple, smooth and agreeable.</w:t>
      </w:r>
    </w:p>
    <w:p w:rsidR="006A34BA" w:rsidRPr="008D09C7" w:rsidRDefault="001510A2" w:rsidP="00C273FE">
      <w:pPr>
        <w:pStyle w:val="Heading2"/>
        <w:rPr>
          <w:i/>
        </w:rPr>
      </w:pPr>
      <w:r w:rsidRPr="008D09C7">
        <w:t>Colombian Bogota Supremo</w:t>
      </w:r>
    </w:p>
    <w:p w:rsidR="001510A2" w:rsidRPr="008D09C7" w:rsidRDefault="001510A2" w:rsidP="00052B03">
      <w:pPr>
        <w:pStyle w:val="Productdescription"/>
      </w:pPr>
      <w:r w:rsidRPr="008D09C7">
        <w:t>Rich and full-bodied</w:t>
      </w:r>
      <w:r w:rsidR="00FE16E0" w:rsidRPr="008D09C7">
        <w:t>,</w:t>
      </w:r>
      <w:r w:rsidRPr="008D09C7">
        <w:t xml:space="preserve"> but with low acidity and a clean, sweet finish. Out of </w:t>
      </w:r>
      <w:r w:rsidR="00FE16E0" w:rsidRPr="008D09C7">
        <w:t>the many</w:t>
      </w:r>
      <w:r w:rsidRPr="008D09C7">
        <w:t xml:space="preserve"> fine Columbian coffees we’ve tried, this is our favorite! </w:t>
      </w:r>
    </w:p>
    <w:p w:rsidR="00FD0203" w:rsidRPr="008D09C7" w:rsidRDefault="003447A9" w:rsidP="00C273FE">
      <w:pPr>
        <w:pStyle w:val="Heading2"/>
        <w:rPr>
          <w:i/>
        </w:rPr>
      </w:pPr>
      <w:r w:rsidRPr="008D09C7">
        <w:t>Costa Rica</w:t>
      </w:r>
      <w:r w:rsidR="00051A50" w:rsidRPr="008D09C7">
        <w:t>n Tarrazu</w:t>
      </w:r>
    </w:p>
    <w:p w:rsidR="003447A9" w:rsidRPr="008D09C7" w:rsidRDefault="00685D23" w:rsidP="00052B03">
      <w:pPr>
        <w:pStyle w:val="Productdescription"/>
      </w:pPr>
      <w:r w:rsidRPr="008D09C7">
        <w:t>One of our</w:t>
      </w:r>
      <w:r w:rsidR="003447A9" w:rsidRPr="008D09C7">
        <w:t xml:space="preserve"> </w:t>
      </w:r>
      <w:r w:rsidRPr="008D09C7">
        <w:t>most flavorful</w:t>
      </w:r>
      <w:r w:rsidR="003447A9" w:rsidRPr="008D09C7">
        <w:t xml:space="preserve"> </w:t>
      </w:r>
      <w:r w:rsidRPr="008D09C7">
        <w:t xml:space="preserve">coffees—full body, rich aroma, and acidic. Strong but always smooth and fragrant, this is </w:t>
      </w:r>
      <w:r w:rsidR="00FE16E0" w:rsidRPr="008D09C7">
        <w:t>a popular</w:t>
      </w:r>
      <w:r w:rsidRPr="008D09C7">
        <w:t xml:space="preserve"> choice for iced coffee and other frozen delights.</w:t>
      </w:r>
    </w:p>
    <w:p w:rsidR="006A34BA" w:rsidRPr="008D09C7" w:rsidRDefault="00685D23" w:rsidP="00C273FE">
      <w:pPr>
        <w:pStyle w:val="Heading2"/>
        <w:rPr>
          <w:i/>
        </w:rPr>
      </w:pPr>
      <w:r w:rsidRPr="008D09C7">
        <w:t>Guatemala</w:t>
      </w:r>
      <w:r w:rsidR="00DD1F07" w:rsidRPr="008D09C7">
        <w:t>n</w:t>
      </w:r>
      <w:r w:rsidRPr="008D09C7">
        <w:t xml:space="preserve"> Coban</w:t>
      </w:r>
    </w:p>
    <w:p w:rsidR="003447A9" w:rsidRPr="008D09C7" w:rsidRDefault="00DD1F07" w:rsidP="00052B03">
      <w:pPr>
        <w:pStyle w:val="Productdescription"/>
      </w:pPr>
      <w:r w:rsidRPr="008D09C7">
        <w:t xml:space="preserve">Fruity and floral with a hint of spice and </w:t>
      </w:r>
      <w:r w:rsidR="00FE16E0" w:rsidRPr="008D09C7">
        <w:t>moderate</w:t>
      </w:r>
      <w:r w:rsidRPr="008D09C7">
        <w:t xml:space="preserve"> acidity, this </w:t>
      </w:r>
      <w:r w:rsidR="001510A2" w:rsidRPr="008D09C7">
        <w:t xml:space="preserve">coffee is </w:t>
      </w:r>
      <w:r w:rsidRPr="008D09C7">
        <w:t>bright and complex.</w:t>
      </w:r>
    </w:p>
    <w:p w:rsidR="003447A9" w:rsidRPr="008D09C7" w:rsidRDefault="00C80AD5" w:rsidP="00C273FE">
      <w:pPr>
        <w:pStyle w:val="Heading2"/>
        <w:rPr>
          <w:i/>
        </w:rPr>
      </w:pPr>
      <w:r w:rsidRPr="008D09C7">
        <w:t>Peruvian</w:t>
      </w:r>
      <w:r w:rsidR="004A35AF" w:rsidRPr="008D09C7">
        <w:t xml:space="preserve"> Organic</w:t>
      </w:r>
    </w:p>
    <w:p w:rsidR="003447A9" w:rsidRPr="008D09C7" w:rsidRDefault="00C80AD5" w:rsidP="00052B03">
      <w:pPr>
        <w:pStyle w:val="Productdescription"/>
      </w:pPr>
      <w:r w:rsidRPr="008D09C7">
        <w:t>Organically cultivated along the Apurimac River</w:t>
      </w:r>
      <w:r w:rsidR="001510A2" w:rsidRPr="008D09C7">
        <w:t>, this coffee is mellow but still flavorful and aromatic.</w:t>
      </w:r>
    </w:p>
    <w:p w:rsidR="00051A50" w:rsidRPr="008D09C7" w:rsidRDefault="001510A2" w:rsidP="00C273FE">
      <w:pPr>
        <w:pStyle w:val="Heading1"/>
      </w:pPr>
      <w:r w:rsidRPr="008D09C7">
        <w:t>Java Tucana’s blends</w:t>
      </w:r>
    </w:p>
    <w:p w:rsidR="001510A2" w:rsidRPr="008D09C7" w:rsidRDefault="001510A2" w:rsidP="00C273FE">
      <w:pPr>
        <w:pStyle w:val="Heading2"/>
        <w:rPr>
          <w:i/>
        </w:rPr>
      </w:pPr>
      <w:r w:rsidRPr="008D09C7">
        <w:t>Phoenix Roast</w:t>
      </w:r>
    </w:p>
    <w:p w:rsidR="001510A2" w:rsidRPr="008D09C7" w:rsidRDefault="001510A2" w:rsidP="00052B03">
      <w:pPr>
        <w:pStyle w:val="Productdescription"/>
      </w:pPr>
      <w:r w:rsidRPr="008D09C7">
        <w:t xml:space="preserve">Phoenix Roast can help you rise from the ashes of a late night or a long meeting. A blend of Columbian Bogota and Costa Rican Tarrazu, </w:t>
      </w:r>
      <w:r w:rsidR="00FE16E0" w:rsidRPr="008D09C7">
        <w:t>this cup is full-bodied, fragrant, and complex, but never bitter. Its rich flavor and clean finish make it the perfect coffee for the first cup of the day.</w:t>
      </w:r>
    </w:p>
    <w:p w:rsidR="00FE16E0" w:rsidRPr="008D09C7" w:rsidRDefault="00FE16E0" w:rsidP="00C273FE">
      <w:pPr>
        <w:pStyle w:val="Heading2"/>
        <w:rPr>
          <w:i/>
        </w:rPr>
      </w:pPr>
      <w:r w:rsidRPr="008D09C7">
        <w:t>Tucana Roast</w:t>
      </w:r>
    </w:p>
    <w:p w:rsidR="00FE16E0" w:rsidRPr="008D09C7" w:rsidRDefault="00FE16E0" w:rsidP="00052B03">
      <w:pPr>
        <w:pStyle w:val="Productdescription"/>
      </w:pPr>
      <w:r w:rsidRPr="008D09C7">
        <w:t>Our signature roast blends Brazilian Bourbon Santos with Guatemalan Coban. The result is a coffee that is remarkably rich and fragrant</w:t>
      </w:r>
      <w:r w:rsidR="00656E63" w:rsidRPr="008D09C7">
        <w:t xml:space="preserve"> yet clean, sweet, and snappy. The perfect cup for after a meal or as an afternoon refresher.</w:t>
      </w:r>
    </w:p>
    <w:p w:rsidR="00051A50" w:rsidRPr="008D09C7" w:rsidRDefault="00051A50" w:rsidP="008D09C7"/>
    <w:sectPr w:rsidR="00051A50" w:rsidRPr="008D09C7" w:rsidSect="006A3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52B03"/>
    <w:rsid w:val="000E1B88"/>
    <w:rsid w:val="000E7266"/>
    <w:rsid w:val="001510A2"/>
    <w:rsid w:val="00166F60"/>
    <w:rsid w:val="00201154"/>
    <w:rsid w:val="00227826"/>
    <w:rsid w:val="002372C4"/>
    <w:rsid w:val="003447A9"/>
    <w:rsid w:val="00355CC5"/>
    <w:rsid w:val="00363BBC"/>
    <w:rsid w:val="003A05B2"/>
    <w:rsid w:val="004851B7"/>
    <w:rsid w:val="004A35AF"/>
    <w:rsid w:val="00520DEF"/>
    <w:rsid w:val="00555AA6"/>
    <w:rsid w:val="00607D8F"/>
    <w:rsid w:val="00656E63"/>
    <w:rsid w:val="00685D23"/>
    <w:rsid w:val="006A34BA"/>
    <w:rsid w:val="00744685"/>
    <w:rsid w:val="008D09C7"/>
    <w:rsid w:val="008D1ACA"/>
    <w:rsid w:val="009C686F"/>
    <w:rsid w:val="00B2059F"/>
    <w:rsid w:val="00BE7226"/>
    <w:rsid w:val="00C273FE"/>
    <w:rsid w:val="00C71CEC"/>
    <w:rsid w:val="00C80AD5"/>
    <w:rsid w:val="00D8103C"/>
    <w:rsid w:val="00DD1F07"/>
    <w:rsid w:val="00F57A67"/>
    <w:rsid w:val="00F80F7C"/>
    <w:rsid w:val="00FC2DED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0EFE91-62F7-4139-B249-25F7B4A8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685"/>
    <w:pPr>
      <w:spacing w:after="200" w:line="276" w:lineRule="auto"/>
      <w:ind w:firstLine="0"/>
    </w:pPr>
    <w:rPr>
      <w:rFonts w:eastAsia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46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46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0504D" w:themeColor="accent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46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3FE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3FE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73FE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73FE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73FE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73FE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  <w:rsid w:val="0074468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44685"/>
  </w:style>
  <w:style w:type="character" w:styleId="Strong">
    <w:name w:val="Strong"/>
    <w:basedOn w:val="DefaultParagraphFont"/>
    <w:uiPriority w:val="22"/>
    <w:qFormat/>
    <w:rsid w:val="00744685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744685"/>
    <w:pPr>
      <w:pBdr>
        <w:bottom w:val="single" w:sz="4" w:space="4" w:color="C0504D" w:themeColor="accent2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44685"/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44685"/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4685"/>
    <w:rPr>
      <w:rFonts w:asciiTheme="majorHAnsi" w:eastAsiaTheme="majorEastAsia" w:hAnsiTheme="majorHAnsi" w:cstheme="majorBidi"/>
      <w:b/>
      <w:bCs/>
      <w:color w:val="C0504D" w:themeColor="accent2"/>
      <w:sz w:val="24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4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6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685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685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685"/>
    <w:rPr>
      <w:rFonts w:ascii="Tahoma" w:eastAsiaTheme="minorHAns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446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73F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273FE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3FE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273FE"/>
    <w:rPr>
      <w:i/>
      <w:iCs/>
      <w:color w:val="808080" w:themeColor="text1" w:themeTint="7F"/>
      <w:spacing w:val="10"/>
      <w:sz w:val="24"/>
      <w:szCs w:val="24"/>
    </w:rPr>
  </w:style>
  <w:style w:type="character" w:styleId="Emphasis">
    <w:name w:val="Emphasis"/>
    <w:uiPriority w:val="20"/>
    <w:qFormat/>
    <w:rsid w:val="00C273FE"/>
    <w:rPr>
      <w:b/>
      <w:bCs/>
      <w:i/>
      <w:iCs/>
      <w:color w:val="auto"/>
    </w:rPr>
  </w:style>
  <w:style w:type="paragraph" w:styleId="NoSpacing">
    <w:name w:val="No Spacing"/>
    <w:basedOn w:val="Normal"/>
    <w:link w:val="NoSpacingChar"/>
    <w:uiPriority w:val="1"/>
    <w:qFormat/>
    <w:rsid w:val="00C273F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273FE"/>
  </w:style>
  <w:style w:type="paragraph" w:styleId="ListParagraph">
    <w:name w:val="List Paragraph"/>
    <w:basedOn w:val="Normal"/>
    <w:uiPriority w:val="34"/>
    <w:qFormat/>
    <w:rsid w:val="00C273F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273FE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C273FE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73FE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73F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C273FE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C273FE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C273FE"/>
    <w:rPr>
      <w:smallCaps/>
    </w:rPr>
  </w:style>
  <w:style w:type="character" w:styleId="IntenseReference">
    <w:name w:val="Intense Reference"/>
    <w:uiPriority w:val="32"/>
    <w:qFormat/>
    <w:rsid w:val="00C273FE"/>
    <w:rPr>
      <w:b/>
      <w:bCs/>
      <w:smallCaps/>
      <w:color w:val="auto"/>
    </w:rPr>
  </w:style>
  <w:style w:type="character" w:styleId="BookTitle">
    <w:name w:val="Book Title"/>
    <w:uiPriority w:val="33"/>
    <w:qFormat/>
    <w:rsid w:val="00C273F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73FE"/>
    <w:pPr>
      <w:outlineLvl w:val="9"/>
    </w:pPr>
    <w:rPr>
      <w:lang w:bidi="en-US"/>
    </w:rPr>
  </w:style>
  <w:style w:type="character" w:styleId="PlaceholderText">
    <w:name w:val="Placeholder Text"/>
    <w:basedOn w:val="DefaultParagraphFont"/>
    <w:uiPriority w:val="99"/>
    <w:semiHidden/>
    <w:rsid w:val="00744685"/>
    <w:rPr>
      <w:color w:val="808080"/>
    </w:rPr>
  </w:style>
  <w:style w:type="paragraph" w:customStyle="1" w:styleId="Productdescription">
    <w:name w:val="Product description"/>
    <w:basedOn w:val="Normal"/>
    <w:rsid w:val="00052B03"/>
    <w:pPr>
      <w:suppressAutoHyphens/>
      <w:spacing w:line="288" w:lineRule="auto"/>
      <w:ind w:left="720" w:right="720"/>
      <w:mirrorIndents/>
    </w:pPr>
    <w:rPr>
      <w:rFonts w:eastAsiaTheme="minorEastAsia"/>
      <w:i/>
      <w:iCs/>
      <w:sz w:val="20"/>
      <w:szCs w:val="20"/>
    </w:rPr>
  </w:style>
  <w:style w:type="character" w:customStyle="1" w:styleId="Productname">
    <w:name w:val="Product name"/>
    <w:basedOn w:val="DefaultParagraphFont"/>
    <w:uiPriority w:val="1"/>
    <w:rsid w:val="00052B03"/>
    <w:rPr>
      <w:color w:val="76923C" w:themeColor="accent3" w:themeShade="BF"/>
      <w:spacing w:val="-20"/>
      <w:w w:val="120"/>
      <w:u w:val="single" w:color="F79646" w:themeColor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nco\Dropbox\Word%202016%20Lvl3\Data%20Files\Advanced%20Document%20Management\Product%20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Product list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Kurt S</cp:lastModifiedBy>
  <cp:revision>2</cp:revision>
  <dcterms:created xsi:type="dcterms:W3CDTF">2016-06-05T12:26:00Z</dcterms:created>
  <dcterms:modified xsi:type="dcterms:W3CDTF">2016-06-05T12:26:00Z</dcterms:modified>
</cp:coreProperties>
</file>